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14:paraId="2F9C9DBB" w14:textId="77777777" w:rsidTr="00936F47">
        <w:tc>
          <w:tcPr>
            <w:tcW w:w="1299" w:type="dxa"/>
          </w:tcPr>
          <w:p w14:paraId="6AAC9717" w14:textId="77777777" w:rsidR="00757AC7" w:rsidRPr="00936F4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36F4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14:paraId="7A2D38A6" w14:textId="77777777" w:rsidR="00757AC7" w:rsidRPr="00936F4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36F4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14:paraId="33E33CB4" w14:textId="77777777" w:rsidR="00757AC7" w:rsidRPr="00936F47" w:rsidRDefault="00757AC7" w:rsidP="00622D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36F4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936F47" w14:paraId="46039252" w14:textId="77777777" w:rsidTr="00936F47">
        <w:trPr>
          <w:trHeight w:val="675"/>
        </w:trPr>
        <w:tc>
          <w:tcPr>
            <w:tcW w:w="1299" w:type="dxa"/>
            <w:hideMark/>
          </w:tcPr>
          <w:p w14:paraId="265BEEB2" w14:textId="734601CF" w:rsidR="00936F47" w:rsidRPr="00936F47" w:rsidRDefault="00365C8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02018054</w:t>
            </w:r>
          </w:p>
        </w:tc>
        <w:tc>
          <w:tcPr>
            <w:tcW w:w="2310" w:type="dxa"/>
            <w:hideMark/>
          </w:tcPr>
          <w:p w14:paraId="2FE0DB63" w14:textId="72A3FA22" w:rsidR="00936F47" w:rsidRPr="00936F47" w:rsidRDefault="00365C84">
            <w:pPr>
              <w:jc w:val="center"/>
              <w:rPr>
                <w:rFonts w:ascii="Poppins" w:hAnsi="Poppins" w:cs="Poppins"/>
                <w:sz w:val="20"/>
              </w:rPr>
            </w:pPr>
            <w:r w:rsidRPr="00365C84">
              <w:rPr>
                <w:rFonts w:ascii="Poppins" w:hAnsi="Poppins" w:cs="Poppins"/>
                <w:sz w:val="20"/>
              </w:rPr>
              <w:t>Termostato ambiente elettronico per ventilconvettori TAE-15</w:t>
            </w:r>
          </w:p>
        </w:tc>
        <w:tc>
          <w:tcPr>
            <w:tcW w:w="5889" w:type="dxa"/>
          </w:tcPr>
          <w:p w14:paraId="2706B60C" w14:textId="77777777" w:rsid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Termostato ambiente elettronico per ventilconvettori e unità terminali</w:t>
            </w:r>
            <w:r>
              <w:rPr>
                <w:rFonts w:ascii="Poppins" w:hAnsi="Poppins" w:cs="Poppins"/>
              </w:rPr>
              <w:t xml:space="preserve"> </w:t>
            </w:r>
            <w:r w:rsidRPr="00365C84">
              <w:rPr>
                <w:rFonts w:ascii="Poppins" w:hAnsi="Poppins" w:cs="Poppins"/>
              </w:rPr>
              <w:t>ad aria per installazione a parete.</w:t>
            </w:r>
          </w:p>
          <w:p w14:paraId="5025503E" w14:textId="0A382597" w:rsidR="00365C84" w:rsidRP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Colore bianco.</w:t>
            </w:r>
          </w:p>
          <w:p w14:paraId="43C0F949" w14:textId="0280327D" w:rsidR="00365C84" w:rsidRP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Impostazione della temperatura ambiente tramite manopola, con</w:t>
            </w:r>
            <w:r>
              <w:rPr>
                <w:rFonts w:ascii="Poppins" w:hAnsi="Poppins" w:cs="Poppins"/>
              </w:rPr>
              <w:t xml:space="preserve"> </w:t>
            </w:r>
            <w:r w:rsidRPr="00365C84">
              <w:rPr>
                <w:rFonts w:ascii="Poppins" w:hAnsi="Poppins" w:cs="Poppins"/>
              </w:rPr>
              <w:t>possibilità di limitazione/blocco temperatura tramite cavalieri</w:t>
            </w:r>
            <w:r>
              <w:rPr>
                <w:rFonts w:ascii="Poppins" w:hAnsi="Poppins" w:cs="Poppins"/>
              </w:rPr>
              <w:t xml:space="preserve"> </w:t>
            </w:r>
            <w:r w:rsidRPr="00365C84">
              <w:rPr>
                <w:rFonts w:ascii="Poppins" w:hAnsi="Poppins" w:cs="Poppins"/>
              </w:rPr>
              <w:t>posteriori.</w:t>
            </w:r>
          </w:p>
          <w:p w14:paraId="45A5563A" w14:textId="77777777" w:rsid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Selettore estate/off/inverno.</w:t>
            </w:r>
          </w:p>
          <w:p w14:paraId="5D28401B" w14:textId="0D16FAEF" w:rsidR="00365C84" w:rsidRP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Selettore 3 velocità.</w:t>
            </w:r>
          </w:p>
          <w:p w14:paraId="11995B05" w14:textId="081357D5" w:rsid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Predisposizione per sonda temperatura ambiente remota e termostato di</w:t>
            </w:r>
            <w:r>
              <w:rPr>
                <w:rFonts w:ascii="Poppins" w:hAnsi="Poppins" w:cs="Poppins"/>
              </w:rPr>
              <w:t xml:space="preserve"> </w:t>
            </w:r>
            <w:r w:rsidRPr="00365C84">
              <w:rPr>
                <w:rFonts w:ascii="Poppins" w:hAnsi="Poppins" w:cs="Poppins"/>
              </w:rPr>
              <w:t>minima.</w:t>
            </w:r>
          </w:p>
          <w:p w14:paraId="32E6441E" w14:textId="77777777" w:rsid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1E0E0BD6" w14:textId="344AC07F" w:rsidR="00365C84" w:rsidRPr="00365C84" w:rsidRDefault="00365C84" w:rsidP="00365C84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365C84">
              <w:rPr>
                <w:rFonts w:ascii="Poppins" w:hAnsi="Poppins" w:cs="Poppins"/>
                <w:b/>
                <w:bCs/>
              </w:rPr>
              <w:t>Dati tecnici:</w:t>
            </w:r>
          </w:p>
          <w:p w14:paraId="43457A80" w14:textId="77777777" w:rsidR="00365C84" w:rsidRPr="00365C84" w:rsidRDefault="00365C84" w:rsidP="00365C84">
            <w:pPr>
              <w:pStyle w:val="Corpotes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 xml:space="preserve">Alimentazione elettrica 230 </w:t>
            </w:r>
            <w:proofErr w:type="spellStart"/>
            <w:r w:rsidRPr="00365C84">
              <w:rPr>
                <w:rFonts w:ascii="Poppins" w:hAnsi="Poppins" w:cs="Poppins"/>
              </w:rPr>
              <w:t>Vac</w:t>
            </w:r>
            <w:proofErr w:type="spellEnd"/>
            <w:r w:rsidRPr="00365C84">
              <w:rPr>
                <w:rFonts w:ascii="Poppins" w:hAnsi="Poppins" w:cs="Poppins"/>
              </w:rPr>
              <w:t xml:space="preserve"> -50/60 Hz</w:t>
            </w:r>
          </w:p>
          <w:p w14:paraId="5B79565E" w14:textId="77777777" w:rsidR="00365C84" w:rsidRPr="00365C84" w:rsidRDefault="00365C84" w:rsidP="00365C84">
            <w:pPr>
              <w:pStyle w:val="Corpotes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Impostazione temperatura: da 5 a 35 °C</w:t>
            </w:r>
          </w:p>
          <w:p w14:paraId="58F33421" w14:textId="77777777" w:rsidR="00365C84" w:rsidRPr="00365C84" w:rsidRDefault="00365C84" w:rsidP="00365C84">
            <w:pPr>
              <w:pStyle w:val="Corpotes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Differenziale &lt; 0,5 °C</w:t>
            </w:r>
          </w:p>
          <w:p w14:paraId="0523C9FB" w14:textId="2ECD506A" w:rsidR="00365C84" w:rsidRPr="00365C84" w:rsidRDefault="00365C84" w:rsidP="00365C84">
            <w:pPr>
              <w:pStyle w:val="Corpotes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Grado di protezione IP20</w:t>
            </w:r>
          </w:p>
          <w:p w14:paraId="49085C8D" w14:textId="242B05D0" w:rsidR="00365C84" w:rsidRPr="00365C84" w:rsidRDefault="00365C84" w:rsidP="00365C84">
            <w:pPr>
              <w:pStyle w:val="Corpotes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 xml:space="preserve">Uscita relè (di commutazione): 5(1) A </w:t>
            </w:r>
            <w:proofErr w:type="spellStart"/>
            <w:r w:rsidRPr="00365C84">
              <w:rPr>
                <w:rFonts w:ascii="Poppins" w:hAnsi="Poppins" w:cs="Poppins"/>
              </w:rPr>
              <w:t>a</w:t>
            </w:r>
            <w:proofErr w:type="spellEnd"/>
            <w:r w:rsidRPr="00365C84">
              <w:rPr>
                <w:rFonts w:ascii="Poppins" w:hAnsi="Poppins" w:cs="Poppins"/>
              </w:rPr>
              <w:t xml:space="preserve"> 250 </w:t>
            </w:r>
            <w:proofErr w:type="spellStart"/>
            <w:r w:rsidRPr="00365C84">
              <w:rPr>
                <w:rFonts w:ascii="Poppins" w:hAnsi="Poppins" w:cs="Poppins"/>
              </w:rPr>
              <w:t>Vac</w:t>
            </w:r>
            <w:proofErr w:type="spellEnd"/>
            <w:r w:rsidRPr="00365C84">
              <w:rPr>
                <w:rFonts w:ascii="Poppins" w:hAnsi="Poppins" w:cs="Poppins"/>
              </w:rPr>
              <w:t xml:space="preserve"> – SPDT</w:t>
            </w:r>
          </w:p>
          <w:p w14:paraId="60D37A2B" w14:textId="77777777" w:rsidR="00365C84" w:rsidRPr="00365C84" w:rsidRDefault="00365C84" w:rsidP="00365C84">
            <w:pPr>
              <w:pStyle w:val="Corpotes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365C84">
              <w:rPr>
                <w:rFonts w:ascii="Poppins" w:hAnsi="Poppins" w:cs="Poppins"/>
              </w:rPr>
              <w:t>Dimensioni (</w:t>
            </w:r>
            <w:proofErr w:type="spellStart"/>
            <w:r w:rsidRPr="00365C84">
              <w:rPr>
                <w:rFonts w:ascii="Poppins" w:hAnsi="Poppins" w:cs="Poppins"/>
              </w:rPr>
              <w:t>LxHxP</w:t>
            </w:r>
            <w:proofErr w:type="spellEnd"/>
            <w:r w:rsidRPr="00365C84">
              <w:rPr>
                <w:rFonts w:ascii="Poppins" w:hAnsi="Poppins" w:cs="Poppins"/>
              </w:rPr>
              <w:t>): 132x87x24 mm</w:t>
            </w:r>
          </w:p>
          <w:p w14:paraId="2C02A182" w14:textId="77777777" w:rsidR="00365C84" w:rsidRPr="00365C84" w:rsidRDefault="00365C84" w:rsidP="00365C84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155DAEB2" w14:textId="7DF5B20A" w:rsidR="00936F47" w:rsidRPr="00365C84" w:rsidRDefault="00365C84" w:rsidP="00365C84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365C84">
              <w:rPr>
                <w:rFonts w:ascii="Poppins" w:hAnsi="Poppins" w:cs="Poppins"/>
                <w:b/>
                <w:bCs/>
              </w:rPr>
              <w:t>Marca Emmeti – Modello Termostato ambiente elettronico per ventilconvettori TAE-15 o equivalente.</w:t>
            </w:r>
          </w:p>
        </w:tc>
      </w:tr>
      <w:tr w:rsidR="003A699F" w14:paraId="524BAC7F" w14:textId="77777777" w:rsidTr="00936F47">
        <w:trPr>
          <w:trHeight w:val="675"/>
        </w:trPr>
        <w:tc>
          <w:tcPr>
            <w:tcW w:w="1299" w:type="dxa"/>
          </w:tcPr>
          <w:p w14:paraId="69386810" w14:textId="41E82538" w:rsidR="00482DEC" w:rsidRDefault="00482DEC" w:rsidP="00482DEC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02018056</w:t>
            </w:r>
          </w:p>
        </w:tc>
        <w:tc>
          <w:tcPr>
            <w:tcW w:w="2310" w:type="dxa"/>
          </w:tcPr>
          <w:p w14:paraId="33FD2AF2" w14:textId="5A7CE317" w:rsidR="003A699F" w:rsidRPr="00365C84" w:rsidRDefault="00BD7D76">
            <w:pPr>
              <w:jc w:val="center"/>
              <w:rPr>
                <w:rFonts w:ascii="Poppins" w:hAnsi="Poppins" w:cs="Poppins"/>
                <w:sz w:val="20"/>
              </w:rPr>
            </w:pPr>
            <w:r w:rsidRPr="00BD7D76">
              <w:rPr>
                <w:rFonts w:ascii="Poppins" w:hAnsi="Poppins" w:cs="Poppins"/>
                <w:sz w:val="20"/>
              </w:rPr>
              <w:t>Termostato ambiente digitale per ventilconvettori TAD-15</w:t>
            </w:r>
          </w:p>
        </w:tc>
        <w:tc>
          <w:tcPr>
            <w:tcW w:w="5889" w:type="dxa"/>
          </w:tcPr>
          <w:p w14:paraId="1996066E" w14:textId="77777777" w:rsidR="00BD7D76" w:rsidRDefault="00BD7D76" w:rsidP="00BD7D76">
            <w:pPr>
              <w:pStyle w:val="Corpotesto"/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Termostato ambiente digitale per ventilconvettori e unità terminali ad</w:t>
            </w:r>
            <w:r>
              <w:rPr>
                <w:rFonts w:ascii="Poppins" w:hAnsi="Poppins" w:cs="Poppins"/>
              </w:rPr>
              <w:t xml:space="preserve"> </w:t>
            </w:r>
            <w:r w:rsidRPr="00BD7D76">
              <w:rPr>
                <w:rFonts w:ascii="Poppins" w:hAnsi="Poppins" w:cs="Poppins"/>
              </w:rPr>
              <w:t>aria per installazione a parete.</w:t>
            </w:r>
          </w:p>
          <w:p w14:paraId="6C1F02E6" w14:textId="605E37F8" w:rsidR="00BD7D76" w:rsidRPr="00BD7D76" w:rsidRDefault="00BD7D76" w:rsidP="00BD7D76">
            <w:pPr>
              <w:pStyle w:val="Corpotesto"/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Colore bianco.</w:t>
            </w:r>
          </w:p>
          <w:p w14:paraId="70288402" w14:textId="53ABD16C" w:rsidR="00BD7D76" w:rsidRPr="00BD7D76" w:rsidRDefault="00BD7D76" w:rsidP="00BD7D76">
            <w:pPr>
              <w:pStyle w:val="Corpotesto"/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Controllo delle funzionalità tramite tasti di impostazione e display</w:t>
            </w:r>
            <w:r>
              <w:rPr>
                <w:rFonts w:ascii="Poppins" w:hAnsi="Poppins" w:cs="Poppins"/>
              </w:rPr>
              <w:t xml:space="preserve"> </w:t>
            </w:r>
            <w:r w:rsidRPr="00BD7D76">
              <w:rPr>
                <w:rFonts w:ascii="Poppins" w:hAnsi="Poppins" w:cs="Poppins"/>
              </w:rPr>
              <w:t>grafico LCD di visualizzazione: temperatura ambiente, settaggio velocità</w:t>
            </w:r>
            <w:r>
              <w:rPr>
                <w:rFonts w:ascii="Poppins" w:hAnsi="Poppins" w:cs="Poppins"/>
              </w:rPr>
              <w:t xml:space="preserve"> </w:t>
            </w:r>
            <w:r w:rsidRPr="00BD7D76">
              <w:rPr>
                <w:rFonts w:ascii="Poppins" w:hAnsi="Poppins" w:cs="Poppins"/>
              </w:rPr>
              <w:t>ventilatore (1/2/3/auto), modalità di funzionamento Estate-Inverno</w:t>
            </w:r>
            <w:r>
              <w:rPr>
                <w:rFonts w:ascii="Poppins" w:hAnsi="Poppins" w:cs="Poppins"/>
              </w:rPr>
              <w:t xml:space="preserve"> </w:t>
            </w:r>
            <w:r w:rsidRPr="00BD7D76">
              <w:rPr>
                <w:rFonts w:ascii="Poppins" w:hAnsi="Poppins" w:cs="Poppins"/>
              </w:rPr>
              <w:t>(manuale, automatica o con contatto remoto), zona neutra e changeover,</w:t>
            </w:r>
            <w:r>
              <w:rPr>
                <w:rFonts w:ascii="Poppins" w:hAnsi="Poppins" w:cs="Poppins"/>
              </w:rPr>
              <w:t xml:space="preserve"> </w:t>
            </w:r>
            <w:r w:rsidRPr="00BD7D76">
              <w:rPr>
                <w:rFonts w:ascii="Poppins" w:hAnsi="Poppins" w:cs="Poppins"/>
              </w:rPr>
              <w:t>elettrovalvola (On-Off, PWM, 3 punti), Economy, "contatto finestra" etc.</w:t>
            </w:r>
          </w:p>
          <w:p w14:paraId="5D5D457F" w14:textId="77777777" w:rsidR="00BD7D76" w:rsidRDefault="00BD7D76" w:rsidP="00BD7D76">
            <w:pPr>
              <w:pStyle w:val="Corpotesto"/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Predisposizione per sonda temperatura ambiente remota e sonda acqua.</w:t>
            </w:r>
          </w:p>
          <w:p w14:paraId="438FB0D0" w14:textId="77777777" w:rsidR="00BD7D76" w:rsidRDefault="00BD7D76" w:rsidP="00BD7D76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40B47DEB" w14:textId="56F7E84A" w:rsidR="00BD7D76" w:rsidRPr="00BD7D76" w:rsidRDefault="00BD7D76" w:rsidP="00BD7D76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BD7D76">
              <w:rPr>
                <w:rFonts w:ascii="Poppins" w:hAnsi="Poppins" w:cs="Poppins"/>
                <w:b/>
                <w:bCs/>
              </w:rPr>
              <w:t>Dati tecnici:</w:t>
            </w:r>
          </w:p>
          <w:p w14:paraId="5E40143E" w14:textId="77777777" w:rsidR="00BD7D76" w:rsidRPr="00BD7D76" w:rsidRDefault="00BD7D76" w:rsidP="00BD7D76">
            <w:pPr>
              <w:pStyle w:val="Corpotes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 xml:space="preserve">Alimentazione elettrica 230 </w:t>
            </w:r>
            <w:proofErr w:type="spellStart"/>
            <w:r w:rsidRPr="00BD7D76">
              <w:rPr>
                <w:rFonts w:ascii="Poppins" w:hAnsi="Poppins" w:cs="Poppins"/>
              </w:rPr>
              <w:t>Vac</w:t>
            </w:r>
            <w:proofErr w:type="spellEnd"/>
            <w:r w:rsidRPr="00BD7D76">
              <w:rPr>
                <w:rFonts w:ascii="Poppins" w:hAnsi="Poppins" w:cs="Poppins"/>
              </w:rPr>
              <w:t xml:space="preserve"> -50/60 Hz</w:t>
            </w:r>
          </w:p>
          <w:p w14:paraId="5B557912" w14:textId="77777777" w:rsidR="00BD7D76" w:rsidRPr="00BD7D76" w:rsidRDefault="00BD7D76" w:rsidP="00BD7D76">
            <w:pPr>
              <w:pStyle w:val="Corpotes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Impostazione temperatura: da 5 a 35 °C</w:t>
            </w:r>
          </w:p>
          <w:p w14:paraId="79128C9D" w14:textId="77777777" w:rsidR="00BD7D76" w:rsidRPr="00BD7D76" w:rsidRDefault="00BD7D76" w:rsidP="00BD7D76">
            <w:pPr>
              <w:pStyle w:val="Corpotes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Differenziale impostabile da 0,5 a 1,0 °C</w:t>
            </w:r>
          </w:p>
          <w:p w14:paraId="57A96483" w14:textId="4604D22D" w:rsidR="00BD7D76" w:rsidRPr="00BD7D76" w:rsidRDefault="00BD7D76" w:rsidP="00BD7D76">
            <w:pPr>
              <w:pStyle w:val="Corpotes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Grado di protezione IP30</w:t>
            </w:r>
          </w:p>
          <w:p w14:paraId="1881CAA3" w14:textId="77777777" w:rsidR="00BD7D76" w:rsidRPr="00BD7D76" w:rsidRDefault="00BD7D76" w:rsidP="00BD7D76">
            <w:pPr>
              <w:pStyle w:val="Corpotes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lastRenderedPageBreak/>
              <w:t xml:space="preserve">Uscita relè velocità (x3): 3 A </w:t>
            </w:r>
            <w:proofErr w:type="spellStart"/>
            <w:r w:rsidRPr="00BD7D76">
              <w:rPr>
                <w:rFonts w:ascii="Poppins" w:hAnsi="Poppins" w:cs="Poppins"/>
              </w:rPr>
              <w:t>a</w:t>
            </w:r>
            <w:proofErr w:type="spellEnd"/>
            <w:r w:rsidRPr="00BD7D76">
              <w:rPr>
                <w:rFonts w:ascii="Poppins" w:hAnsi="Poppins" w:cs="Poppins"/>
              </w:rPr>
              <w:t xml:space="preserve"> 230 </w:t>
            </w:r>
            <w:proofErr w:type="spellStart"/>
            <w:r w:rsidRPr="00BD7D76">
              <w:rPr>
                <w:rFonts w:ascii="Poppins" w:hAnsi="Poppins" w:cs="Poppins"/>
              </w:rPr>
              <w:t>Vac</w:t>
            </w:r>
            <w:proofErr w:type="spellEnd"/>
          </w:p>
          <w:p w14:paraId="464788E9" w14:textId="77777777" w:rsidR="00BD7D76" w:rsidRPr="00BD7D76" w:rsidRDefault="00BD7D76" w:rsidP="00BD7D76">
            <w:pPr>
              <w:pStyle w:val="Corpotes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Uscita relè elettrovalvola (x4): 0,3 A</w:t>
            </w:r>
          </w:p>
          <w:p w14:paraId="415C273D" w14:textId="77777777" w:rsidR="00BD7D76" w:rsidRPr="00BD7D76" w:rsidRDefault="00BD7D76" w:rsidP="00BD7D76">
            <w:pPr>
              <w:pStyle w:val="Corpotes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D7D76">
              <w:rPr>
                <w:rFonts w:ascii="Poppins" w:hAnsi="Poppins" w:cs="Poppins"/>
              </w:rPr>
              <w:t>Dimensioni (</w:t>
            </w:r>
            <w:proofErr w:type="spellStart"/>
            <w:r w:rsidRPr="00BD7D76">
              <w:rPr>
                <w:rFonts w:ascii="Poppins" w:hAnsi="Poppins" w:cs="Poppins"/>
              </w:rPr>
              <w:t>LxHxP</w:t>
            </w:r>
            <w:proofErr w:type="spellEnd"/>
            <w:r w:rsidRPr="00BD7D76">
              <w:rPr>
                <w:rFonts w:ascii="Poppins" w:hAnsi="Poppins" w:cs="Poppins"/>
              </w:rPr>
              <w:t>): 132x87x24 mm</w:t>
            </w:r>
          </w:p>
          <w:p w14:paraId="075A2BC6" w14:textId="77777777" w:rsidR="00BD7D76" w:rsidRPr="00BD7D76" w:rsidRDefault="00BD7D76" w:rsidP="00BD7D76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1265466E" w14:textId="2A68D64F" w:rsidR="003A699F" w:rsidRPr="00BD7D76" w:rsidRDefault="00BD7D76" w:rsidP="00BD7D76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BD7D76">
              <w:rPr>
                <w:rFonts w:ascii="Poppins" w:hAnsi="Poppins" w:cs="Poppins"/>
                <w:b/>
                <w:bCs/>
              </w:rPr>
              <w:t>Marca Emmeti – Modello Termostato ambiente digitale per ventilconvettori TAD-15 o equivalente.</w:t>
            </w:r>
          </w:p>
        </w:tc>
      </w:tr>
      <w:tr w:rsidR="003A699F" w14:paraId="62FA6CBA" w14:textId="77777777" w:rsidTr="00936F47">
        <w:trPr>
          <w:trHeight w:val="675"/>
        </w:trPr>
        <w:tc>
          <w:tcPr>
            <w:tcW w:w="1299" w:type="dxa"/>
          </w:tcPr>
          <w:p w14:paraId="5DD3E379" w14:textId="5ABB8AB0" w:rsidR="00D4341C" w:rsidRDefault="00D4341C" w:rsidP="00D4341C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02018058</w:t>
            </w:r>
          </w:p>
        </w:tc>
        <w:tc>
          <w:tcPr>
            <w:tcW w:w="2310" w:type="dxa"/>
          </w:tcPr>
          <w:p w14:paraId="284D0882" w14:textId="77777777" w:rsidR="00D4341C" w:rsidRPr="00D4341C" w:rsidRDefault="00D4341C" w:rsidP="00D4341C">
            <w:pPr>
              <w:jc w:val="center"/>
              <w:rPr>
                <w:rFonts w:ascii="Poppins" w:hAnsi="Poppins" w:cs="Poppins"/>
                <w:sz w:val="20"/>
              </w:rPr>
            </w:pPr>
            <w:r w:rsidRPr="00D4341C">
              <w:rPr>
                <w:rFonts w:ascii="Poppins" w:hAnsi="Poppins" w:cs="Poppins"/>
                <w:sz w:val="20"/>
              </w:rPr>
              <w:t>Termostato ambiente digitale per ventilconvettori, con uscita 0-10 V,</w:t>
            </w:r>
          </w:p>
          <w:p w14:paraId="24CA8634" w14:textId="2E4C1C19" w:rsidR="003A699F" w:rsidRPr="00365C84" w:rsidRDefault="00D4341C" w:rsidP="00D4341C">
            <w:pPr>
              <w:jc w:val="center"/>
              <w:rPr>
                <w:rFonts w:ascii="Poppins" w:hAnsi="Poppins" w:cs="Poppins"/>
                <w:sz w:val="20"/>
              </w:rPr>
            </w:pPr>
            <w:r w:rsidRPr="00D4341C">
              <w:rPr>
                <w:rFonts w:ascii="Poppins" w:hAnsi="Poppins" w:cs="Poppins"/>
                <w:sz w:val="20"/>
              </w:rPr>
              <w:t>TAM-15</w:t>
            </w:r>
          </w:p>
        </w:tc>
        <w:tc>
          <w:tcPr>
            <w:tcW w:w="5889" w:type="dxa"/>
          </w:tcPr>
          <w:p w14:paraId="65A83540" w14:textId="4D5BB69A" w:rsidR="00FE715B" w:rsidRDefault="00FE715B" w:rsidP="00FE715B">
            <w:pPr>
              <w:pStyle w:val="Corpotesto"/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Termostato ambiente digitale per ventilconvettori e unità terminali ad</w:t>
            </w:r>
            <w:r>
              <w:rPr>
                <w:rFonts w:ascii="Poppins" w:hAnsi="Poppins" w:cs="Poppins"/>
              </w:rPr>
              <w:t xml:space="preserve"> </w:t>
            </w:r>
            <w:r w:rsidRPr="00FE715B">
              <w:rPr>
                <w:rFonts w:ascii="Poppins" w:hAnsi="Poppins" w:cs="Poppins"/>
              </w:rPr>
              <w:t>aria, con uscita 0-10 V, per installazione a parete.</w:t>
            </w:r>
          </w:p>
          <w:p w14:paraId="2580EDF6" w14:textId="3EEB5853" w:rsidR="00FE715B" w:rsidRPr="00FE715B" w:rsidRDefault="00FE715B" w:rsidP="00FE715B">
            <w:pPr>
              <w:pStyle w:val="Corpotesto"/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Colore bianco.</w:t>
            </w:r>
          </w:p>
          <w:p w14:paraId="505CAB15" w14:textId="5173F677" w:rsidR="00FE715B" w:rsidRPr="00FE715B" w:rsidRDefault="00FE715B" w:rsidP="00FE715B">
            <w:pPr>
              <w:pStyle w:val="Corpotesto"/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Controllo delle funzionalità tramite tasti di impostazione e display</w:t>
            </w:r>
            <w:r>
              <w:rPr>
                <w:rFonts w:ascii="Poppins" w:hAnsi="Poppins" w:cs="Poppins"/>
              </w:rPr>
              <w:t xml:space="preserve"> </w:t>
            </w:r>
            <w:r w:rsidRPr="00FE715B">
              <w:rPr>
                <w:rFonts w:ascii="Poppins" w:hAnsi="Poppins" w:cs="Poppins"/>
              </w:rPr>
              <w:t>grafico LCD di visualizzazione: temperatura ambiente, controllo velocità</w:t>
            </w:r>
            <w:r>
              <w:rPr>
                <w:rFonts w:ascii="Poppins" w:hAnsi="Poppins" w:cs="Poppins"/>
              </w:rPr>
              <w:t xml:space="preserve"> </w:t>
            </w:r>
            <w:r w:rsidRPr="00FE715B">
              <w:rPr>
                <w:rFonts w:ascii="Poppins" w:hAnsi="Poppins" w:cs="Poppins"/>
              </w:rPr>
              <w:t>ventilatore (1/2/3/auto) oppure proporzionale tramite uscita 0-10 V,</w:t>
            </w:r>
            <w:r>
              <w:rPr>
                <w:rFonts w:ascii="Poppins" w:hAnsi="Poppins" w:cs="Poppins"/>
              </w:rPr>
              <w:t xml:space="preserve"> </w:t>
            </w:r>
            <w:r w:rsidRPr="00FE715B">
              <w:rPr>
                <w:rFonts w:ascii="Poppins" w:hAnsi="Poppins" w:cs="Poppins"/>
              </w:rPr>
              <w:t>modalità di funzionamento Estate-Inverno (manuale, automatica o con</w:t>
            </w:r>
            <w:r>
              <w:rPr>
                <w:rFonts w:ascii="Poppins" w:hAnsi="Poppins" w:cs="Poppins"/>
              </w:rPr>
              <w:t xml:space="preserve"> </w:t>
            </w:r>
            <w:r w:rsidRPr="00FE715B">
              <w:rPr>
                <w:rFonts w:ascii="Poppins" w:hAnsi="Poppins" w:cs="Poppins"/>
              </w:rPr>
              <w:t>contatto remoto), zona neutra e changeover, elettrovalvola (On-Off, 3</w:t>
            </w:r>
            <w:r>
              <w:rPr>
                <w:rFonts w:ascii="Poppins" w:hAnsi="Poppins" w:cs="Poppins"/>
              </w:rPr>
              <w:t xml:space="preserve"> </w:t>
            </w:r>
            <w:r w:rsidRPr="00FE715B">
              <w:rPr>
                <w:rFonts w:ascii="Poppins" w:hAnsi="Poppins" w:cs="Poppins"/>
              </w:rPr>
              <w:t>punti, proporzionale 0-10 V), Economy, "contatto finestra" etc.</w:t>
            </w:r>
          </w:p>
          <w:p w14:paraId="0E1C1CE6" w14:textId="77777777" w:rsidR="00FE715B" w:rsidRDefault="00FE715B" w:rsidP="00FE715B">
            <w:pPr>
              <w:pStyle w:val="Corpotesto"/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Predisposizione per sonda temperatura ambiente remota e sonda acqua.</w:t>
            </w:r>
          </w:p>
          <w:p w14:paraId="5F24D25B" w14:textId="77777777" w:rsidR="00FE715B" w:rsidRDefault="00FE715B" w:rsidP="00FE715B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3CA21955" w14:textId="362C02DD" w:rsidR="00FE715B" w:rsidRPr="00FE715B" w:rsidRDefault="00FE715B" w:rsidP="00FE715B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FE715B">
              <w:rPr>
                <w:rFonts w:ascii="Poppins" w:hAnsi="Poppins" w:cs="Poppins"/>
                <w:b/>
                <w:bCs/>
              </w:rPr>
              <w:t>Dati tecnici:</w:t>
            </w:r>
          </w:p>
          <w:p w14:paraId="678D55FB" w14:textId="77777777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 xml:space="preserve">Alimentazione elettrica 230 </w:t>
            </w:r>
            <w:proofErr w:type="spellStart"/>
            <w:r w:rsidRPr="00FE715B">
              <w:rPr>
                <w:rFonts w:ascii="Poppins" w:hAnsi="Poppins" w:cs="Poppins"/>
              </w:rPr>
              <w:t>Vac</w:t>
            </w:r>
            <w:proofErr w:type="spellEnd"/>
            <w:r w:rsidRPr="00FE715B">
              <w:rPr>
                <w:rFonts w:ascii="Poppins" w:hAnsi="Poppins" w:cs="Poppins"/>
              </w:rPr>
              <w:t xml:space="preserve"> -50/60 Hz</w:t>
            </w:r>
          </w:p>
          <w:p w14:paraId="34286164" w14:textId="77777777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Impostazione temperatura: da 5 a 35 °C</w:t>
            </w:r>
          </w:p>
          <w:p w14:paraId="0C2CFFB0" w14:textId="77777777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Differenziale impostabile da 0,5 a 1,0 °C</w:t>
            </w:r>
          </w:p>
          <w:p w14:paraId="3559CBEB" w14:textId="3926B240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Grado di protezione IP30</w:t>
            </w:r>
          </w:p>
          <w:p w14:paraId="50F0CD10" w14:textId="77777777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 xml:space="preserve">Uscita relè velocità (x3): 3 A </w:t>
            </w:r>
            <w:proofErr w:type="spellStart"/>
            <w:r w:rsidRPr="00FE715B">
              <w:rPr>
                <w:rFonts w:ascii="Poppins" w:hAnsi="Poppins" w:cs="Poppins"/>
              </w:rPr>
              <w:t>a</w:t>
            </w:r>
            <w:proofErr w:type="spellEnd"/>
            <w:r w:rsidRPr="00FE715B">
              <w:rPr>
                <w:rFonts w:ascii="Poppins" w:hAnsi="Poppins" w:cs="Poppins"/>
              </w:rPr>
              <w:t xml:space="preserve"> 230 </w:t>
            </w:r>
            <w:proofErr w:type="spellStart"/>
            <w:r w:rsidRPr="00FE715B">
              <w:rPr>
                <w:rFonts w:ascii="Poppins" w:hAnsi="Poppins" w:cs="Poppins"/>
              </w:rPr>
              <w:t>Vac</w:t>
            </w:r>
            <w:proofErr w:type="spellEnd"/>
          </w:p>
          <w:p w14:paraId="40F7BEB9" w14:textId="77777777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Uscita relè elettrovalvola (x4): 0,3 A</w:t>
            </w:r>
          </w:p>
          <w:p w14:paraId="7B5C85DC" w14:textId="77777777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 xml:space="preserve">Uscita segnale (x3) 0-10 </w:t>
            </w:r>
            <w:proofErr w:type="spellStart"/>
            <w:r w:rsidRPr="00FE715B">
              <w:rPr>
                <w:rFonts w:ascii="Poppins" w:hAnsi="Poppins" w:cs="Poppins"/>
              </w:rPr>
              <w:t>Vdc</w:t>
            </w:r>
            <w:proofErr w:type="spellEnd"/>
          </w:p>
          <w:p w14:paraId="27885424" w14:textId="77777777" w:rsidR="00FE715B" w:rsidRPr="00FE715B" w:rsidRDefault="00FE715B" w:rsidP="00FE715B">
            <w:pPr>
              <w:pStyle w:val="Corpotes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FE715B">
              <w:rPr>
                <w:rFonts w:ascii="Poppins" w:hAnsi="Poppins" w:cs="Poppins"/>
              </w:rPr>
              <w:t>Dimensioni (</w:t>
            </w:r>
            <w:proofErr w:type="spellStart"/>
            <w:r w:rsidRPr="00FE715B">
              <w:rPr>
                <w:rFonts w:ascii="Poppins" w:hAnsi="Poppins" w:cs="Poppins"/>
              </w:rPr>
              <w:t>LxHxP</w:t>
            </w:r>
            <w:proofErr w:type="spellEnd"/>
            <w:r w:rsidRPr="00FE715B">
              <w:rPr>
                <w:rFonts w:ascii="Poppins" w:hAnsi="Poppins" w:cs="Poppins"/>
              </w:rPr>
              <w:t>): 132x87x24 mm</w:t>
            </w:r>
          </w:p>
          <w:p w14:paraId="3410AF70" w14:textId="77777777" w:rsidR="00FE715B" w:rsidRPr="00FE715B" w:rsidRDefault="00FE715B" w:rsidP="00FE715B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088B4C4A" w14:textId="6BF7EEC6" w:rsidR="003A699F" w:rsidRPr="00FE715B" w:rsidRDefault="00FE715B" w:rsidP="00FE715B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FE715B">
              <w:rPr>
                <w:rFonts w:ascii="Poppins" w:hAnsi="Poppins" w:cs="Poppins"/>
                <w:b/>
                <w:bCs/>
              </w:rPr>
              <w:t>Marca Emmeti – Modello Termostato ambiente digitale per ventilconvettori, con uscita 0-10 V, TAM-15 o equivalente.</w:t>
            </w:r>
          </w:p>
        </w:tc>
      </w:tr>
      <w:tr w:rsidR="00314414" w14:paraId="366BE4EB" w14:textId="77777777" w:rsidTr="00936F47">
        <w:trPr>
          <w:trHeight w:val="675"/>
        </w:trPr>
        <w:tc>
          <w:tcPr>
            <w:tcW w:w="1299" w:type="dxa"/>
          </w:tcPr>
          <w:p w14:paraId="4514BEEF" w14:textId="203C0394" w:rsidR="00B20A4B" w:rsidRPr="00936F47" w:rsidRDefault="00B20A4B" w:rsidP="00B20A4B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07245210</w:t>
            </w:r>
          </w:p>
        </w:tc>
        <w:tc>
          <w:tcPr>
            <w:tcW w:w="2310" w:type="dxa"/>
          </w:tcPr>
          <w:p w14:paraId="47EDB5C2" w14:textId="5955053A" w:rsidR="00314414" w:rsidRPr="00314414" w:rsidRDefault="003A699F" w:rsidP="00314414">
            <w:pPr>
              <w:jc w:val="center"/>
              <w:rPr>
                <w:rFonts w:ascii="Poppins" w:hAnsi="Poppins" w:cs="Poppins"/>
                <w:sz w:val="20"/>
              </w:rPr>
            </w:pPr>
            <w:r w:rsidRPr="003A699F">
              <w:rPr>
                <w:rFonts w:ascii="Poppins" w:hAnsi="Poppins" w:cs="Poppins"/>
                <w:sz w:val="20"/>
              </w:rPr>
              <w:t>Sonda temperatura ACS per pompe di calore</w:t>
            </w:r>
          </w:p>
        </w:tc>
        <w:tc>
          <w:tcPr>
            <w:tcW w:w="5889" w:type="dxa"/>
          </w:tcPr>
          <w:p w14:paraId="40332E71" w14:textId="71E26E6E" w:rsidR="003A699F" w:rsidRPr="003A699F" w:rsidRDefault="003A699F" w:rsidP="003A699F">
            <w:pPr>
              <w:pStyle w:val="Corpotesto"/>
              <w:jc w:val="both"/>
              <w:rPr>
                <w:rFonts w:ascii="Poppins" w:hAnsi="Poppins" w:cs="Poppins"/>
              </w:rPr>
            </w:pPr>
            <w:r w:rsidRPr="003A699F">
              <w:rPr>
                <w:rFonts w:ascii="Poppins" w:hAnsi="Poppins" w:cs="Poppins"/>
              </w:rPr>
              <w:t>Sonda di temperatura ACS (NTC 10kOhm 25 °C IP68) per pompe di calore, da</w:t>
            </w:r>
            <w:r>
              <w:rPr>
                <w:rFonts w:ascii="Poppins" w:hAnsi="Poppins" w:cs="Poppins"/>
              </w:rPr>
              <w:t xml:space="preserve"> </w:t>
            </w:r>
            <w:r w:rsidRPr="003A699F">
              <w:rPr>
                <w:rFonts w:ascii="Poppins" w:hAnsi="Poppins" w:cs="Poppins"/>
              </w:rPr>
              <w:t>collegare alla morsettiera PCB – Terminal Block.</w:t>
            </w:r>
          </w:p>
          <w:p w14:paraId="06898171" w14:textId="77777777" w:rsidR="003A699F" w:rsidRPr="003A699F" w:rsidRDefault="003A699F" w:rsidP="003A699F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0562B2A4" w14:textId="5A1616F5" w:rsidR="00314414" w:rsidRPr="003A699F" w:rsidRDefault="003A699F" w:rsidP="003A699F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3A699F">
              <w:rPr>
                <w:rFonts w:ascii="Poppins" w:hAnsi="Poppins" w:cs="Poppins"/>
                <w:b/>
                <w:bCs/>
              </w:rPr>
              <w:t>Marca Emmeti – Modello Sonda temperatura ACS per pompe di calore o equivalente.</w:t>
            </w:r>
          </w:p>
        </w:tc>
      </w:tr>
      <w:tr w:rsidR="003A699F" w14:paraId="7D6BE2FA" w14:textId="77777777" w:rsidTr="00936F47">
        <w:trPr>
          <w:trHeight w:val="675"/>
        </w:trPr>
        <w:tc>
          <w:tcPr>
            <w:tcW w:w="1299" w:type="dxa"/>
          </w:tcPr>
          <w:p w14:paraId="5551FAA9" w14:textId="692DC4C0" w:rsidR="003A699F" w:rsidRDefault="003A699F" w:rsidP="00B20A4B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07514</w:t>
            </w:r>
            <w:r w:rsidR="00FD45E0">
              <w:rPr>
                <w:rFonts w:ascii="Poppins" w:hAnsi="Poppins" w:cs="Poppins"/>
              </w:rPr>
              <w:t>060</w:t>
            </w:r>
          </w:p>
        </w:tc>
        <w:tc>
          <w:tcPr>
            <w:tcW w:w="2310" w:type="dxa"/>
          </w:tcPr>
          <w:p w14:paraId="450A1689" w14:textId="4CA8E08F" w:rsidR="003A699F" w:rsidRPr="003A699F" w:rsidRDefault="00FD45E0" w:rsidP="00314414">
            <w:pPr>
              <w:jc w:val="center"/>
              <w:rPr>
                <w:rFonts w:ascii="Poppins" w:hAnsi="Poppins" w:cs="Poppins"/>
                <w:sz w:val="20"/>
              </w:rPr>
            </w:pPr>
            <w:r w:rsidRPr="00FD45E0">
              <w:rPr>
                <w:rFonts w:ascii="Poppins" w:hAnsi="Poppins" w:cs="Poppins"/>
                <w:sz w:val="20"/>
              </w:rPr>
              <w:t>Termostato di minima temperatura acqua TM32</w:t>
            </w:r>
          </w:p>
        </w:tc>
        <w:tc>
          <w:tcPr>
            <w:tcW w:w="5889" w:type="dxa"/>
          </w:tcPr>
          <w:p w14:paraId="79E5E0BF" w14:textId="77777777" w:rsidR="00FD45E0" w:rsidRPr="00FD45E0" w:rsidRDefault="00FD45E0" w:rsidP="00FD45E0">
            <w:pPr>
              <w:pStyle w:val="Corpotesto"/>
              <w:jc w:val="both"/>
              <w:rPr>
                <w:rFonts w:ascii="Poppins" w:hAnsi="Poppins" w:cs="Poppins"/>
              </w:rPr>
            </w:pPr>
            <w:r w:rsidRPr="00FD45E0">
              <w:rPr>
                <w:rFonts w:ascii="Poppins" w:hAnsi="Poppins" w:cs="Poppins"/>
              </w:rPr>
              <w:t>Termostato di minima temperatura acqua, a contatto.</w:t>
            </w:r>
          </w:p>
          <w:p w14:paraId="02EBEA17" w14:textId="77777777" w:rsidR="00FD45E0" w:rsidRPr="00FD45E0" w:rsidRDefault="00FD45E0" w:rsidP="00FD45E0">
            <w:pPr>
              <w:pStyle w:val="Corpotesto"/>
              <w:jc w:val="both"/>
              <w:rPr>
                <w:rFonts w:ascii="Poppins" w:hAnsi="Poppins" w:cs="Poppins"/>
              </w:rPr>
            </w:pPr>
            <w:r w:rsidRPr="00FD45E0">
              <w:rPr>
                <w:rFonts w:ascii="Poppins" w:hAnsi="Poppins" w:cs="Poppins"/>
              </w:rPr>
              <w:t>Temperatura di taratura fissa 32 °C.</w:t>
            </w:r>
          </w:p>
          <w:p w14:paraId="608AFED0" w14:textId="0260B7F1" w:rsidR="00FD45E0" w:rsidRPr="00FD45E0" w:rsidRDefault="00FD45E0" w:rsidP="00FD45E0">
            <w:pPr>
              <w:pStyle w:val="Corpotesto"/>
              <w:jc w:val="both"/>
              <w:rPr>
                <w:rFonts w:ascii="Poppins" w:hAnsi="Poppins" w:cs="Poppins"/>
              </w:rPr>
            </w:pPr>
            <w:r w:rsidRPr="00FD45E0">
              <w:rPr>
                <w:rFonts w:ascii="Poppins" w:hAnsi="Poppins" w:cs="Poppins"/>
              </w:rPr>
              <w:t>Abbinamento ai comandi per ventilconvettori Emmeti, esclusi modelli TAD-15 e TAM-15.</w:t>
            </w:r>
          </w:p>
          <w:p w14:paraId="4F5E5E5C" w14:textId="77777777" w:rsidR="00FD45E0" w:rsidRPr="00FD45E0" w:rsidRDefault="00FD45E0" w:rsidP="00FD45E0">
            <w:pPr>
              <w:pStyle w:val="Corpotesto"/>
              <w:jc w:val="both"/>
              <w:rPr>
                <w:rFonts w:ascii="Poppins" w:hAnsi="Poppins" w:cs="Poppins"/>
              </w:rPr>
            </w:pPr>
          </w:p>
          <w:p w14:paraId="2F0F6A40" w14:textId="6A36ADF7" w:rsidR="003A699F" w:rsidRPr="00FD45E0" w:rsidRDefault="00FD45E0" w:rsidP="00FD45E0">
            <w:pPr>
              <w:pStyle w:val="Corpotesto"/>
              <w:jc w:val="both"/>
              <w:rPr>
                <w:rFonts w:ascii="Poppins" w:hAnsi="Poppins" w:cs="Poppins"/>
                <w:b/>
                <w:bCs/>
              </w:rPr>
            </w:pPr>
            <w:r w:rsidRPr="00FD45E0">
              <w:rPr>
                <w:rFonts w:ascii="Poppins" w:hAnsi="Poppins" w:cs="Poppins"/>
                <w:b/>
                <w:bCs/>
              </w:rPr>
              <w:t>Marca Emmeti – Modello Termostato di minima temperatura acqua TM32 o equivalente.</w:t>
            </w:r>
          </w:p>
        </w:tc>
      </w:tr>
    </w:tbl>
    <w:p w14:paraId="176BE4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007C" w14:textId="77777777" w:rsidR="00F362A6" w:rsidRDefault="00F362A6">
      <w:r>
        <w:separator/>
      </w:r>
    </w:p>
  </w:endnote>
  <w:endnote w:type="continuationSeparator" w:id="0">
    <w:p w14:paraId="4B087D65" w14:textId="77777777" w:rsidR="00F362A6" w:rsidRDefault="00F3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F38C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5884531C" w14:textId="77777777" w:rsidTr="004706FD">
      <w:tc>
        <w:tcPr>
          <w:tcW w:w="4534" w:type="dxa"/>
        </w:tcPr>
        <w:p w14:paraId="6FB3F5A2" w14:textId="5E0BA2C4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4295B">
            <w:rPr>
              <w:rFonts w:ascii="Poppins" w:hAnsi="Poppins" w:cs="Poppins"/>
              <w:iCs/>
              <w:noProof/>
              <w:sz w:val="16"/>
            </w:rPr>
            <w:t>T</w:t>
          </w:r>
          <w:r w:rsidR="00566051">
            <w:rPr>
              <w:rFonts w:ascii="Poppins" w:hAnsi="Poppins" w:cs="Poppins"/>
              <w:iCs/>
              <w:noProof/>
              <w:sz w:val="16"/>
            </w:rPr>
            <w:t>ermo</w:t>
          </w:r>
          <w:r w:rsidR="00B20A4B">
            <w:rPr>
              <w:rFonts w:ascii="Poppins" w:hAnsi="Poppins" w:cs="Poppins"/>
              <w:iCs/>
              <w:noProof/>
              <w:sz w:val="16"/>
            </w:rPr>
            <w:t>regolatori per Unità Terminali ad Aria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5E33565" w14:textId="2B39AC6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22D13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77536D5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1BBB703" wp14:editId="6968BB6A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1063" w14:textId="77777777" w:rsidR="00F362A6" w:rsidRDefault="00F362A6">
      <w:r>
        <w:separator/>
      </w:r>
    </w:p>
  </w:footnote>
  <w:footnote w:type="continuationSeparator" w:id="0">
    <w:p w14:paraId="63F419F9" w14:textId="77777777" w:rsidR="00F362A6" w:rsidRDefault="00F3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39ED0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2FE8D00" wp14:editId="3A7410F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9D079C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DDD074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76E0D"/>
    <w:multiLevelType w:val="hybridMultilevel"/>
    <w:tmpl w:val="BCF6D1C2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E6A41"/>
    <w:multiLevelType w:val="hybridMultilevel"/>
    <w:tmpl w:val="FC88B1FE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F795B"/>
    <w:multiLevelType w:val="hybridMultilevel"/>
    <w:tmpl w:val="25DE0858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163DEF"/>
    <w:multiLevelType w:val="hybridMultilevel"/>
    <w:tmpl w:val="5D002812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334664"/>
    <w:multiLevelType w:val="hybridMultilevel"/>
    <w:tmpl w:val="737E2A1C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361DEA"/>
    <w:multiLevelType w:val="hybridMultilevel"/>
    <w:tmpl w:val="9B160E1E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F406A"/>
    <w:multiLevelType w:val="hybridMultilevel"/>
    <w:tmpl w:val="FD66CD5E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7196A"/>
    <w:multiLevelType w:val="hybridMultilevel"/>
    <w:tmpl w:val="56A8D5D4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E7549"/>
    <w:multiLevelType w:val="hybridMultilevel"/>
    <w:tmpl w:val="846EDF30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533F7"/>
    <w:multiLevelType w:val="hybridMultilevel"/>
    <w:tmpl w:val="9DBA7774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E08A6"/>
    <w:multiLevelType w:val="hybridMultilevel"/>
    <w:tmpl w:val="D5CEB6C2"/>
    <w:lvl w:ilvl="0" w:tplc="FFFFFFFF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3725761">
    <w:abstractNumId w:val="22"/>
  </w:num>
  <w:num w:numId="2" w16cid:durableId="74908946">
    <w:abstractNumId w:val="21"/>
  </w:num>
  <w:num w:numId="3" w16cid:durableId="1921284017">
    <w:abstractNumId w:val="11"/>
  </w:num>
  <w:num w:numId="4" w16cid:durableId="1450127081">
    <w:abstractNumId w:val="8"/>
  </w:num>
  <w:num w:numId="5" w16cid:durableId="191385383">
    <w:abstractNumId w:val="19"/>
  </w:num>
  <w:num w:numId="6" w16cid:durableId="342561008">
    <w:abstractNumId w:val="17"/>
  </w:num>
  <w:num w:numId="7" w16cid:durableId="2108428873">
    <w:abstractNumId w:val="13"/>
  </w:num>
  <w:num w:numId="8" w16cid:durableId="503935089">
    <w:abstractNumId w:val="17"/>
  </w:num>
  <w:num w:numId="9" w16cid:durableId="444813481">
    <w:abstractNumId w:val="0"/>
  </w:num>
  <w:num w:numId="10" w16cid:durableId="1256284652">
    <w:abstractNumId w:val="17"/>
  </w:num>
  <w:num w:numId="11" w16cid:durableId="1386948559">
    <w:abstractNumId w:val="27"/>
  </w:num>
  <w:num w:numId="12" w16cid:durableId="232087298">
    <w:abstractNumId w:val="30"/>
  </w:num>
  <w:num w:numId="13" w16cid:durableId="549994757">
    <w:abstractNumId w:val="25"/>
  </w:num>
  <w:num w:numId="14" w16cid:durableId="2049720373">
    <w:abstractNumId w:val="14"/>
  </w:num>
  <w:num w:numId="15" w16cid:durableId="1701315999">
    <w:abstractNumId w:val="28"/>
  </w:num>
  <w:num w:numId="16" w16cid:durableId="2106458137">
    <w:abstractNumId w:val="35"/>
  </w:num>
  <w:num w:numId="17" w16cid:durableId="1731075453">
    <w:abstractNumId w:val="37"/>
  </w:num>
  <w:num w:numId="18" w16cid:durableId="1700665153">
    <w:abstractNumId w:val="29"/>
  </w:num>
  <w:num w:numId="19" w16cid:durableId="1574387091">
    <w:abstractNumId w:val="1"/>
  </w:num>
  <w:num w:numId="20" w16cid:durableId="2029284103">
    <w:abstractNumId w:val="5"/>
  </w:num>
  <w:num w:numId="21" w16cid:durableId="430399602">
    <w:abstractNumId w:val="20"/>
  </w:num>
  <w:num w:numId="22" w16cid:durableId="2030527416">
    <w:abstractNumId w:val="10"/>
  </w:num>
  <w:num w:numId="23" w16cid:durableId="1260605622">
    <w:abstractNumId w:val="24"/>
  </w:num>
  <w:num w:numId="24" w16cid:durableId="282466911">
    <w:abstractNumId w:val="36"/>
  </w:num>
  <w:num w:numId="25" w16cid:durableId="1703556665">
    <w:abstractNumId w:val="12"/>
  </w:num>
  <w:num w:numId="26" w16cid:durableId="968055297">
    <w:abstractNumId w:val="16"/>
  </w:num>
  <w:num w:numId="27" w16cid:durableId="754399620">
    <w:abstractNumId w:val="33"/>
  </w:num>
  <w:num w:numId="28" w16cid:durableId="1471090521">
    <w:abstractNumId w:val="18"/>
  </w:num>
  <w:num w:numId="29" w16cid:durableId="975333207">
    <w:abstractNumId w:val="9"/>
  </w:num>
  <w:num w:numId="30" w16cid:durableId="356587954">
    <w:abstractNumId w:val="34"/>
  </w:num>
  <w:num w:numId="31" w16cid:durableId="269164929">
    <w:abstractNumId w:val="23"/>
  </w:num>
  <w:num w:numId="32" w16cid:durableId="1959874177">
    <w:abstractNumId w:val="31"/>
  </w:num>
  <w:num w:numId="33" w16cid:durableId="585387268">
    <w:abstractNumId w:val="15"/>
  </w:num>
  <w:num w:numId="34" w16cid:durableId="798690122">
    <w:abstractNumId w:val="26"/>
  </w:num>
  <w:num w:numId="35" w16cid:durableId="1818304250">
    <w:abstractNumId w:val="4"/>
  </w:num>
  <w:num w:numId="36" w16cid:durableId="886378780">
    <w:abstractNumId w:val="7"/>
  </w:num>
  <w:num w:numId="37" w16cid:durableId="1087535180">
    <w:abstractNumId w:val="2"/>
  </w:num>
  <w:num w:numId="38" w16cid:durableId="172039749">
    <w:abstractNumId w:val="32"/>
  </w:num>
  <w:num w:numId="39" w16cid:durableId="664406442">
    <w:abstractNumId w:val="3"/>
  </w:num>
  <w:num w:numId="40" w16cid:durableId="1505317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62D2"/>
    <w:rsid w:val="002B5D63"/>
    <w:rsid w:val="002F7EEA"/>
    <w:rsid w:val="00304518"/>
    <w:rsid w:val="00314414"/>
    <w:rsid w:val="003333BC"/>
    <w:rsid w:val="00343E5A"/>
    <w:rsid w:val="00344430"/>
    <w:rsid w:val="00350CA2"/>
    <w:rsid w:val="003524C7"/>
    <w:rsid w:val="00357812"/>
    <w:rsid w:val="00365710"/>
    <w:rsid w:val="00365C84"/>
    <w:rsid w:val="00372ECE"/>
    <w:rsid w:val="003A699F"/>
    <w:rsid w:val="003B0FE3"/>
    <w:rsid w:val="003B0FFE"/>
    <w:rsid w:val="003D4BE3"/>
    <w:rsid w:val="004272FC"/>
    <w:rsid w:val="00433C12"/>
    <w:rsid w:val="0044592F"/>
    <w:rsid w:val="00447EFC"/>
    <w:rsid w:val="004706FD"/>
    <w:rsid w:val="00474537"/>
    <w:rsid w:val="00482DEC"/>
    <w:rsid w:val="0048382E"/>
    <w:rsid w:val="004F1A26"/>
    <w:rsid w:val="005235FA"/>
    <w:rsid w:val="00525BAE"/>
    <w:rsid w:val="00530F9B"/>
    <w:rsid w:val="005315F1"/>
    <w:rsid w:val="00536743"/>
    <w:rsid w:val="0054295B"/>
    <w:rsid w:val="00562E55"/>
    <w:rsid w:val="00566051"/>
    <w:rsid w:val="00584984"/>
    <w:rsid w:val="005C61B9"/>
    <w:rsid w:val="005E1169"/>
    <w:rsid w:val="006015C2"/>
    <w:rsid w:val="006040F5"/>
    <w:rsid w:val="00610639"/>
    <w:rsid w:val="00620C00"/>
    <w:rsid w:val="00622D13"/>
    <w:rsid w:val="006305C8"/>
    <w:rsid w:val="00665813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02421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7902"/>
    <w:rsid w:val="008A2C0A"/>
    <w:rsid w:val="008B5587"/>
    <w:rsid w:val="008C2F88"/>
    <w:rsid w:val="008E5212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82E78"/>
    <w:rsid w:val="00AC0741"/>
    <w:rsid w:val="00AD05EC"/>
    <w:rsid w:val="00AD1706"/>
    <w:rsid w:val="00AF350C"/>
    <w:rsid w:val="00B20A4B"/>
    <w:rsid w:val="00B406A9"/>
    <w:rsid w:val="00B7475F"/>
    <w:rsid w:val="00B93CD1"/>
    <w:rsid w:val="00BB0104"/>
    <w:rsid w:val="00BB2A5B"/>
    <w:rsid w:val="00BD14D8"/>
    <w:rsid w:val="00BD7D76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341C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036E"/>
    <w:rsid w:val="00E42389"/>
    <w:rsid w:val="00E5632D"/>
    <w:rsid w:val="00E7391C"/>
    <w:rsid w:val="00E94BE3"/>
    <w:rsid w:val="00EA01C8"/>
    <w:rsid w:val="00EB33B9"/>
    <w:rsid w:val="00EC29FF"/>
    <w:rsid w:val="00ED24CF"/>
    <w:rsid w:val="00EF73E5"/>
    <w:rsid w:val="00F362A6"/>
    <w:rsid w:val="00F50F65"/>
    <w:rsid w:val="00F53758"/>
    <w:rsid w:val="00F60A08"/>
    <w:rsid w:val="00FD02BC"/>
    <w:rsid w:val="00FD255D"/>
    <w:rsid w:val="00FD45E0"/>
    <w:rsid w:val="00FE715B"/>
    <w:rsid w:val="00FF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57290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75D5A-B082-415D-9F24-0CA03AF41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493</Words>
  <Characters>3014</Characters>
  <Application>Microsoft Office Word</Application>
  <DocSecurity>4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3501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2024-08-28T14:43:00Z</dcterms:created>
  <dcterms:modified xsi:type="dcterms:W3CDTF">2024-08-28T14:43:00Z</dcterms:modified>
</cp:coreProperties>
</file>